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7AF9-834F-4489-84DE-E6443ECEA90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